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bookmarkStart w:id="1" w:name="_GoBack"/>
      <w:bookmarkEnd w:id="1"/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9FFFF" w14:textId="77777777" w:rsidR="00DD0AFD" w:rsidRDefault="00DD0AFD" w:rsidP="00BD627E">
      <w:r>
        <w:separator/>
      </w:r>
    </w:p>
    <w:p w14:paraId="601EA743" w14:textId="77777777" w:rsidR="00DD0AFD" w:rsidRDefault="00DD0AFD"/>
  </w:endnote>
  <w:endnote w:type="continuationSeparator" w:id="0">
    <w:p w14:paraId="0BA11D7D" w14:textId="77777777" w:rsidR="00DD0AFD" w:rsidRDefault="00DD0AFD" w:rsidP="00BD627E">
      <w:r>
        <w:continuationSeparator/>
      </w:r>
    </w:p>
    <w:p w14:paraId="3EF4FBEF" w14:textId="77777777" w:rsidR="00DD0AFD" w:rsidRDefault="00DD0AFD"/>
  </w:endnote>
  <w:endnote w:type="continuationNotice" w:id="1">
    <w:p w14:paraId="43651B33" w14:textId="77777777" w:rsidR="00DD0AFD" w:rsidRDefault="00DD0AFD"/>
    <w:p w14:paraId="18D155FC" w14:textId="77777777" w:rsidR="00DD0AFD" w:rsidRDefault="00DD0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1FD80E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3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56C2D00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43BA" w14:textId="77777777" w:rsidR="00DD0AFD" w:rsidRDefault="00DD0AFD" w:rsidP="00BD627E">
      <w:r>
        <w:separator/>
      </w:r>
    </w:p>
    <w:p w14:paraId="6BED1D5F" w14:textId="77777777" w:rsidR="00DD0AFD" w:rsidRDefault="00DD0AFD"/>
  </w:footnote>
  <w:footnote w:type="continuationSeparator" w:id="0">
    <w:p w14:paraId="69008379" w14:textId="77777777" w:rsidR="00DD0AFD" w:rsidRDefault="00DD0AFD" w:rsidP="00BD627E">
      <w:r>
        <w:continuationSeparator/>
      </w:r>
    </w:p>
    <w:p w14:paraId="53C0A89A" w14:textId="77777777" w:rsidR="00DD0AFD" w:rsidRDefault="00DD0AFD"/>
  </w:footnote>
  <w:footnote w:type="continuationNotice" w:id="1">
    <w:p w14:paraId="24194187" w14:textId="77777777" w:rsidR="00DD0AFD" w:rsidRDefault="00DD0AFD"/>
    <w:p w14:paraId="77F3A105" w14:textId="77777777" w:rsidR="00DD0AFD" w:rsidRDefault="00DD0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Umowa powierzenia przetwarzania danych.docx</dmsv2BaseFileName>
    <dmsv2BaseDisplayName xmlns="http://schemas.microsoft.com/sharepoint/v3">Załącznik nr 6 do SWZ - Umowa powierzenia przetwarzania danych</dmsv2BaseDisplayName>
    <dmsv2SWPP2ObjectNumber xmlns="http://schemas.microsoft.com/sharepoint/v3">POST/DYS/OLD/GZ/04243/2025                        </dmsv2SWPP2ObjectNumber>
    <dmsv2SWPP2SumMD5 xmlns="http://schemas.microsoft.com/sharepoint/v3">868cc61a23d1729d003c587ad07fe8aa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23843265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DPFVW34YURAE-834641568-1908</_dlc_DocId>
    <_dlc_DocIdUrl xmlns="a19cb1c7-c5c7-46d4-85ae-d83685407bba">
      <Url>https://swpp2.dms.gkpge.pl/sites/40/_layouts/15/DocIdRedir.aspx?ID=DPFVW34YURAE-834641568-1908</Url>
      <Description>DPFVW34YURAE-834641568-1908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4FF42F9-419A-48FF-AD36-C69AA8100502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E3D6F-92E5-430D-A1B1-A40F2DE312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1F246D-0E33-4467-8448-34A566FCBE5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AE73E52-87F3-4A66-84E1-1FC70F81C1E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E2E66E8-6D6D-46D3-9006-2BD930454B3E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1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Kowalczyk Andrzej [PGE Dystr. O.Łódź]</cp:lastModifiedBy>
  <cp:revision>4</cp:revision>
  <cp:lastPrinted>2025-07-07T05:58:00Z</cp:lastPrinted>
  <dcterms:created xsi:type="dcterms:W3CDTF">2025-09-18T19:31:00Z</dcterms:created>
  <dcterms:modified xsi:type="dcterms:W3CDTF">2025-10-07T07:20:00Z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606f223e-d56f-466c-99bc-5d81a03b4b04</vt:lpwstr>
  </property>
</Properties>
</file>